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C1766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5847D8A9" wp14:editId="574F9FD6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24B3C9C8" wp14:editId="2050CCDC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A67B7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5469B225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75E40709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47EEDD0E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31A3346F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5D1F51B3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158E35E4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BB63AF5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7EE369ED" w14:textId="68FF8F28" w:rsidR="001735AC" w:rsidRPr="001735AC" w:rsidRDefault="0048622B" w:rsidP="001735AC">
      <w:pPr>
        <w:jc w:val="center"/>
        <w:rPr>
          <w:rFonts w:ascii="Marianne" w:hAnsi="Marianne"/>
          <w:b/>
          <w:bCs/>
          <w:i/>
          <w:color w:val="548DD4"/>
          <w:sz w:val="18"/>
          <w:szCs w:val="18"/>
        </w:rPr>
      </w:pPr>
      <w:r w:rsidRPr="001735AC">
        <w:rPr>
          <w:rFonts w:ascii="Marianne" w:hAnsi="Marianne" w:cs="Arial"/>
          <w:b/>
          <w:bCs/>
          <w:sz w:val="18"/>
          <w:szCs w:val="18"/>
        </w:rPr>
        <w:t>Objet</w:t>
      </w:r>
      <w:r w:rsidRPr="001735AC">
        <w:rPr>
          <w:rFonts w:ascii="Marianne" w:hAnsi="Marianne" w:cs="Calibri"/>
          <w:b/>
          <w:bCs/>
          <w:sz w:val="18"/>
          <w:szCs w:val="18"/>
        </w:rPr>
        <w:t> </w:t>
      </w:r>
      <w:r w:rsidRPr="001735AC">
        <w:rPr>
          <w:rFonts w:ascii="Marianne" w:hAnsi="Marianne" w:cs="Arial"/>
          <w:b/>
          <w:bCs/>
          <w:sz w:val="18"/>
          <w:szCs w:val="18"/>
        </w:rPr>
        <w:t xml:space="preserve">: </w:t>
      </w:r>
      <w:r w:rsidR="001735AC" w:rsidRPr="001735AC">
        <w:rPr>
          <w:rFonts w:ascii="Marianne" w:hAnsi="Marianne"/>
          <w:b/>
          <w:bCs/>
          <w:sz w:val="18"/>
          <w:szCs w:val="18"/>
        </w:rPr>
        <w:t>c</w:t>
      </w:r>
      <w:r w:rsidR="001735AC" w:rsidRPr="001735AC">
        <w:rPr>
          <w:rFonts w:ascii="Marianne" w:hAnsi="Marianne"/>
          <w:b/>
          <w:bCs/>
          <w:sz w:val="18"/>
          <w:szCs w:val="18"/>
        </w:rPr>
        <w:t>onvention d’occupation temporaire pour la mise en place de toiture de tuiles photovoltaïques</w:t>
      </w:r>
    </w:p>
    <w:p w14:paraId="69007549" w14:textId="7563AADF" w:rsidR="00FA0057" w:rsidRPr="00B752EE" w:rsidRDefault="00FA0057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</w:p>
    <w:p w14:paraId="51A058C5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0F7A62F3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6532AE89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645EA8B1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1E7A6FDC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5A22116E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68037FE0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694DA930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63607718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06C5B9B3" w14:textId="12B98205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 xml:space="preserve">A participé à la visite des lieux objet </w:t>
      </w:r>
      <w:r w:rsidR="00887598">
        <w:rPr>
          <w:rFonts w:ascii="Marianne Light" w:hAnsi="Marianne Light" w:cs="Arial"/>
          <w:sz w:val="18"/>
          <w:szCs w:val="22"/>
        </w:rPr>
        <w:t>de la consultation</w:t>
      </w:r>
      <w:r w:rsidRPr="00B752EE">
        <w:rPr>
          <w:rFonts w:ascii="Marianne Light" w:hAnsi="Marianne Light" w:cs="Arial"/>
          <w:sz w:val="18"/>
          <w:szCs w:val="22"/>
        </w:rPr>
        <w:t xml:space="preserve"> précité</w:t>
      </w:r>
      <w:r w:rsidR="00887598">
        <w:rPr>
          <w:rFonts w:ascii="Marianne Light" w:hAnsi="Marianne Light" w:cs="Arial"/>
          <w:sz w:val="18"/>
          <w:szCs w:val="22"/>
        </w:rPr>
        <w:t>e</w:t>
      </w:r>
      <w:r w:rsidRPr="00B752EE">
        <w:rPr>
          <w:rFonts w:ascii="Marianne Light" w:hAnsi="Marianne Light" w:cs="Arial"/>
          <w:sz w:val="18"/>
          <w:szCs w:val="22"/>
        </w:rPr>
        <w:t>.</w:t>
      </w:r>
    </w:p>
    <w:p w14:paraId="6A71C3AB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296C6771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3EC9183E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4C0CFB56" w14:textId="77777777" w:rsidTr="00E6236A">
        <w:tc>
          <w:tcPr>
            <w:tcW w:w="4606" w:type="dxa"/>
          </w:tcPr>
          <w:p w14:paraId="43B3D339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64BAFD3C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7491C43B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1721F8AF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0D4DFEC2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0433204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8695E4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3D522BD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467FE5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49439E5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57E098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F40DD0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66B628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0AFB5E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FE319B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065D77E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ACE12F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EBA6818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0383CC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78818DBD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1D2782E0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0FD47E8E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6607C362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52DF7079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60EAC50C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9963733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02D07134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11938AEC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6445279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2912FB85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1B25C" w14:textId="77777777" w:rsidR="00B2236E" w:rsidRDefault="00B2236E" w:rsidP="002262AF">
      <w:r>
        <w:separator/>
      </w:r>
    </w:p>
  </w:endnote>
  <w:endnote w:type="continuationSeparator" w:id="0">
    <w:p w14:paraId="67F2C88A" w14:textId="77777777" w:rsidR="00B2236E" w:rsidRDefault="00B2236E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3EAF8" w14:textId="77777777" w:rsidR="00300E3B" w:rsidRDefault="00300E3B">
    <w:pPr>
      <w:pStyle w:val="Pieddepage"/>
    </w:pPr>
  </w:p>
  <w:p w14:paraId="575BBF3F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4C4BC" w14:textId="77777777" w:rsidR="00B2236E" w:rsidRDefault="00B2236E" w:rsidP="002262AF">
      <w:r>
        <w:separator/>
      </w:r>
    </w:p>
  </w:footnote>
  <w:footnote w:type="continuationSeparator" w:id="0">
    <w:p w14:paraId="60FB3D74" w14:textId="77777777" w:rsidR="00B2236E" w:rsidRDefault="00B2236E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98"/>
    <w:rsid w:val="0005033A"/>
    <w:rsid w:val="0016749D"/>
    <w:rsid w:val="001735AC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87598"/>
    <w:rsid w:val="008B7E0B"/>
    <w:rsid w:val="00937021"/>
    <w:rsid w:val="009B1473"/>
    <w:rsid w:val="009F484E"/>
    <w:rsid w:val="00A64E5A"/>
    <w:rsid w:val="00AB356D"/>
    <w:rsid w:val="00B2236E"/>
    <w:rsid w:val="00B33407"/>
    <w:rsid w:val="00B752EE"/>
    <w:rsid w:val="00BF3DE2"/>
    <w:rsid w:val="00BF785F"/>
    <w:rsid w:val="00CE4FC6"/>
    <w:rsid w:val="00D56AA5"/>
    <w:rsid w:val="00E04012"/>
    <w:rsid w:val="00E27D25"/>
    <w:rsid w:val="00E6236A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8D79"/>
  <w15:chartTrackingRefBased/>
  <w15:docId w15:val="{4C516106-E488-4F42-96C9-A9DDF09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</Template>
  <TotalTime>0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RULIER David</dc:creator>
  <cp:keywords/>
  <dc:description>à joindre au DCE, dans les modalités de la consultation</dc:description>
  <cp:lastModifiedBy>RULIER David</cp:lastModifiedBy>
  <cp:revision>2</cp:revision>
  <dcterms:created xsi:type="dcterms:W3CDTF">2025-07-23T08:59:00Z</dcterms:created>
  <dcterms:modified xsi:type="dcterms:W3CDTF">2025-07-23T09:00:00Z</dcterms:modified>
</cp:coreProperties>
</file>